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62657" w:rsidRDefault="00662657">
      <w:pPr>
        <w:jc w:val="center"/>
        <w:rPr>
          <w:rFonts w:ascii="方正大标宋简体" w:eastAsia="方正大标宋简体" w:cs="FZDBSJW--GB1-0"/>
          <w:color w:val="FF0000"/>
          <w:w w:val="75"/>
          <w:kern w:val="0"/>
          <w:sz w:val="84"/>
          <w:szCs w:val="82"/>
        </w:rPr>
      </w:pPr>
      <w:r>
        <w:rPr>
          <w:rFonts w:ascii="方正大标宋简体" w:eastAsia="方正大标宋简体" w:cs="FZDBSJW--GB1-0" w:hint="eastAsia"/>
          <w:color w:val="FF0000"/>
          <w:w w:val="75"/>
          <w:kern w:val="0"/>
          <w:sz w:val="84"/>
          <w:szCs w:val="82"/>
        </w:rPr>
        <w:t>吉首大学实验室与设备管理中心</w:t>
      </w:r>
    </w:p>
    <w:p w:rsidR="00662657" w:rsidRDefault="00662657">
      <w:pPr>
        <w:jc w:val="center"/>
        <w:rPr>
          <w:rFonts w:ascii="方正大标宋简体" w:eastAsia="方正大标宋简体" w:cs="FZDBSJW--GB1-0"/>
          <w:color w:val="FF0000"/>
          <w:w w:val="76"/>
          <w:kern w:val="0"/>
          <w:sz w:val="32"/>
          <w:szCs w:val="32"/>
        </w:rPr>
      </w:pPr>
    </w:p>
    <w:p w:rsidR="00662657" w:rsidRDefault="003165B1">
      <w:pPr>
        <w:jc w:val="center"/>
        <w:rPr>
          <w:rFonts w:ascii="方正大标宋简体" w:eastAsia="方正大标宋简体"/>
          <w:w w:val="76"/>
          <w:sz w:val="32"/>
          <w:szCs w:val="32"/>
        </w:rPr>
      </w:pPr>
      <w:r>
        <w:rPr>
          <w:rFonts w:ascii="方正大标宋简体" w:eastAsia="方正大标宋简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369570</wp:posOffset>
                </wp:positionV>
                <wp:extent cx="5615940" cy="0"/>
                <wp:effectExtent l="19050" t="22860" r="2286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5pt,29.1pt" to="443.6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E/UFA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" strokecolor="red" strokeweight="2.25pt"/>
            </w:pict>
          </mc:Fallback>
        </mc:AlternateContent>
      </w:r>
      <w:r w:rsidR="001B021B">
        <w:rPr>
          <w:rFonts w:ascii="方正大标宋简体" w:eastAsia="方正大标宋简体" w:hint="eastAsia"/>
          <w:w w:val="76"/>
          <w:sz w:val="32"/>
          <w:szCs w:val="32"/>
        </w:rPr>
        <w:t>实设通</w:t>
      </w:r>
      <w:r w:rsidR="00194CD4">
        <w:rPr>
          <w:rFonts w:ascii="方正大标宋简体" w:eastAsia="方正大标宋简体" w:hint="eastAsia"/>
          <w:w w:val="76"/>
          <w:sz w:val="32"/>
          <w:szCs w:val="32"/>
        </w:rPr>
        <w:t>[2014]</w:t>
      </w:r>
      <w:r w:rsidR="00B561B6">
        <w:rPr>
          <w:rFonts w:ascii="方正大标宋简体" w:eastAsia="方正大标宋简体" w:hint="eastAsia"/>
          <w:w w:val="76"/>
          <w:sz w:val="32"/>
          <w:szCs w:val="32"/>
        </w:rPr>
        <w:t>3</w:t>
      </w:r>
      <w:r w:rsidR="00846723">
        <w:rPr>
          <w:rFonts w:ascii="方正大标宋简体" w:eastAsia="方正大标宋简体" w:hint="eastAsia"/>
          <w:w w:val="76"/>
          <w:sz w:val="32"/>
          <w:szCs w:val="32"/>
        </w:rPr>
        <w:t>1</w:t>
      </w:r>
      <w:r w:rsidR="001B021B">
        <w:rPr>
          <w:rFonts w:ascii="方正大标宋简体" w:eastAsia="方正大标宋简体" w:hint="eastAsia"/>
          <w:w w:val="76"/>
          <w:sz w:val="32"/>
          <w:szCs w:val="32"/>
        </w:rPr>
        <w:t>号</w:t>
      </w:r>
    </w:p>
    <w:p w:rsidR="0094386E" w:rsidRPr="0094386E" w:rsidRDefault="003165B1" w:rsidP="003165B1">
      <w:pPr>
        <w:jc w:val="center"/>
        <w:rPr>
          <w:rFonts w:ascii="仿宋" w:eastAsia="仿宋" w:hAnsi="仿宋"/>
          <w:color w:val="000000"/>
          <w:sz w:val="28"/>
          <w:szCs w:val="28"/>
        </w:rPr>
      </w:pPr>
      <w:r w:rsidRPr="00A20A54">
        <w:rPr>
          <w:rFonts w:ascii="仿宋" w:eastAsia="仿宋" w:hAnsi="仿宋" w:hint="eastAsia"/>
          <w:b/>
          <w:color w:val="000000"/>
          <w:sz w:val="32"/>
          <w:szCs w:val="32"/>
        </w:rPr>
        <w:t>关于公布2013-2014年实验室开放基金项目结题验收评审结果的通知</w:t>
      </w:r>
    </w:p>
    <w:p w:rsidR="003165B1" w:rsidRPr="003165B1" w:rsidRDefault="003165B1" w:rsidP="003165B1">
      <w:pPr>
        <w:rPr>
          <w:rFonts w:ascii="仿宋" w:eastAsia="仿宋" w:hAnsi="仿宋"/>
          <w:color w:val="000000"/>
          <w:sz w:val="28"/>
          <w:szCs w:val="28"/>
        </w:rPr>
      </w:pPr>
      <w:r w:rsidRPr="003165B1">
        <w:rPr>
          <w:rFonts w:ascii="仿宋" w:eastAsia="仿宋" w:hAnsi="仿宋" w:hint="eastAsia"/>
          <w:color w:val="000000"/>
          <w:sz w:val="28"/>
          <w:szCs w:val="28"/>
        </w:rPr>
        <w:t>各学院：</w:t>
      </w:r>
    </w:p>
    <w:p w:rsidR="003165B1" w:rsidRDefault="003165B1" w:rsidP="003165B1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3165B1">
        <w:rPr>
          <w:rFonts w:ascii="仿宋" w:eastAsia="仿宋" w:hAnsi="仿宋" w:hint="eastAsia"/>
          <w:color w:val="000000"/>
          <w:sz w:val="28"/>
          <w:szCs w:val="28"/>
        </w:rPr>
        <w:t>根据《2013-2014年实验室开放基金项目结题验收结果公示》（</w:t>
      </w:r>
      <w:proofErr w:type="gramStart"/>
      <w:r w:rsidRPr="003165B1">
        <w:rPr>
          <w:rFonts w:ascii="仿宋" w:eastAsia="仿宋" w:hAnsi="仿宋" w:hint="eastAsia"/>
          <w:color w:val="000000"/>
          <w:sz w:val="28"/>
          <w:szCs w:val="28"/>
        </w:rPr>
        <w:t>实设通</w:t>
      </w:r>
      <w:proofErr w:type="gramEnd"/>
      <w:r w:rsidRPr="003165B1">
        <w:rPr>
          <w:rFonts w:ascii="仿宋" w:eastAsia="仿宋" w:hAnsi="仿宋" w:hint="eastAsia"/>
          <w:color w:val="000000"/>
          <w:sz w:val="28"/>
          <w:szCs w:val="28"/>
        </w:rPr>
        <w:t xml:space="preserve">2014[30]号）以及《吉首大学实验室开放基金项目管理办法》等文件要求，经个人申报、实验室与设备管理中心组织专家审核，网站公示无异议后，现将2013-2014年实验室开放基金项目结题验收结果予以公布，具体名单见附件。 </w:t>
      </w:r>
    </w:p>
    <w:p w:rsidR="003165B1" w:rsidRPr="003165B1" w:rsidRDefault="003165B1" w:rsidP="003165B1">
      <w:pPr>
        <w:rPr>
          <w:rFonts w:ascii="仿宋" w:eastAsia="仿宋" w:hAnsi="仿宋"/>
          <w:color w:val="000000"/>
          <w:sz w:val="28"/>
          <w:szCs w:val="28"/>
        </w:rPr>
      </w:pPr>
    </w:p>
    <w:p w:rsidR="003165B1" w:rsidRPr="003165B1" w:rsidRDefault="003165B1" w:rsidP="003165B1">
      <w:pPr>
        <w:rPr>
          <w:rFonts w:ascii="仿宋" w:eastAsia="仿宋" w:hAnsi="仿宋"/>
          <w:color w:val="000000"/>
          <w:sz w:val="28"/>
          <w:szCs w:val="28"/>
        </w:rPr>
      </w:pPr>
      <w:r w:rsidRPr="003165B1">
        <w:rPr>
          <w:rFonts w:ascii="仿宋" w:eastAsia="仿宋" w:hAnsi="仿宋" w:hint="eastAsia"/>
          <w:color w:val="000000"/>
          <w:sz w:val="28"/>
          <w:szCs w:val="28"/>
        </w:rPr>
        <w:t>附件: 2013-2014年吉首大学实验室开放基金项目验收情况汇总表</w:t>
      </w:r>
    </w:p>
    <w:p w:rsidR="003165B1" w:rsidRDefault="003165B1" w:rsidP="003165B1">
      <w:pPr>
        <w:rPr>
          <w:rFonts w:ascii="仿宋" w:eastAsia="仿宋" w:hAnsi="仿宋"/>
          <w:color w:val="000000"/>
          <w:sz w:val="28"/>
          <w:szCs w:val="28"/>
        </w:rPr>
      </w:pPr>
      <w:r w:rsidRPr="003165B1">
        <w:rPr>
          <w:rFonts w:ascii="仿宋" w:eastAsia="仿宋" w:hAnsi="仿宋" w:hint="eastAsia"/>
          <w:color w:val="000000"/>
          <w:sz w:val="28"/>
          <w:szCs w:val="28"/>
        </w:rPr>
        <w:t xml:space="preserve">                                            </w:t>
      </w:r>
    </w:p>
    <w:p w:rsidR="003165B1" w:rsidRDefault="003165B1" w:rsidP="003165B1">
      <w:pPr>
        <w:rPr>
          <w:rFonts w:ascii="仿宋" w:eastAsia="仿宋" w:hAnsi="仿宋"/>
          <w:color w:val="000000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15875</wp:posOffset>
            </wp:positionV>
            <wp:extent cx="1591310" cy="1611630"/>
            <wp:effectExtent l="0" t="0" r="8890" b="7620"/>
            <wp:wrapNone/>
            <wp:docPr id="3" name="图片 3" descr="中心印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中心印章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61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5B1" w:rsidRPr="003165B1" w:rsidRDefault="003165B1" w:rsidP="00846723">
      <w:pPr>
        <w:ind w:firstLineChars="2050" w:firstLine="5740"/>
        <w:rPr>
          <w:rFonts w:ascii="仿宋" w:eastAsia="仿宋" w:hAnsi="仿宋"/>
          <w:color w:val="000000"/>
          <w:sz w:val="28"/>
          <w:szCs w:val="28"/>
        </w:rPr>
      </w:pPr>
      <w:r w:rsidRPr="003165B1">
        <w:rPr>
          <w:rFonts w:ascii="仿宋" w:eastAsia="仿宋" w:hAnsi="仿宋" w:hint="eastAsia"/>
          <w:color w:val="000000"/>
          <w:sz w:val="28"/>
          <w:szCs w:val="28"/>
        </w:rPr>
        <w:t>实验室与设备管理中心</w:t>
      </w:r>
    </w:p>
    <w:p w:rsidR="0094386E" w:rsidRPr="003165B1" w:rsidRDefault="003165B1" w:rsidP="00846723">
      <w:pPr>
        <w:ind w:firstLineChars="2150" w:firstLine="6020"/>
        <w:rPr>
          <w:rFonts w:ascii="仿宋" w:eastAsia="仿宋" w:hAnsi="仿宋"/>
          <w:color w:val="000000"/>
          <w:sz w:val="28"/>
          <w:szCs w:val="28"/>
        </w:rPr>
      </w:pPr>
      <w:r w:rsidRPr="003165B1">
        <w:rPr>
          <w:rFonts w:ascii="仿宋" w:eastAsia="仿宋" w:hAnsi="仿宋" w:hint="eastAsia"/>
          <w:color w:val="000000"/>
          <w:sz w:val="28"/>
          <w:szCs w:val="28"/>
        </w:rPr>
        <w:t>2014年11月28日</w:t>
      </w:r>
    </w:p>
    <w:sectPr w:rsidR="0094386E" w:rsidRPr="003165B1" w:rsidSect="00E64D03">
      <w:pgSz w:w="11906" w:h="16838"/>
      <w:pgMar w:top="1701" w:right="1531" w:bottom="1440" w:left="1531" w:header="851" w:footer="992" w:gutter="0"/>
      <w:cols w:space="720"/>
      <w:docGrid w:type="lines" w:linePitch="6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546" w:rsidRDefault="006C6546" w:rsidP="001B021B">
      <w:r>
        <w:separator/>
      </w:r>
    </w:p>
  </w:endnote>
  <w:endnote w:type="continuationSeparator" w:id="0">
    <w:p w:rsidR="006C6546" w:rsidRDefault="006C6546" w:rsidP="001B0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FZDBSJW--GB1-0">
    <w:altName w:val="宋体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546" w:rsidRDefault="006C6546" w:rsidP="001B021B">
      <w:r>
        <w:separator/>
      </w:r>
    </w:p>
  </w:footnote>
  <w:footnote w:type="continuationSeparator" w:id="0">
    <w:p w:rsidR="006C6546" w:rsidRDefault="006C6546" w:rsidP="001B0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4E9E9"/>
    <w:multiLevelType w:val="singleLevel"/>
    <w:tmpl w:val="5244E9E9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INAynTV9lG7IhIDUVX6nd5J/Fpg=" w:salt="/eU3zqZHwdu2FfFoZ0a7SQ=="/>
  <w:defaultTabStop w:val="420"/>
  <w:drawingGridHorizontalSpacing w:val="105"/>
  <w:drawingGridVerticalSpacing w:val="30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78A"/>
    <w:rsid w:val="00055825"/>
    <w:rsid w:val="00172A27"/>
    <w:rsid w:val="00194CD4"/>
    <w:rsid w:val="001B021B"/>
    <w:rsid w:val="003165B1"/>
    <w:rsid w:val="00322489"/>
    <w:rsid w:val="00322DCB"/>
    <w:rsid w:val="003D3254"/>
    <w:rsid w:val="004942A1"/>
    <w:rsid w:val="005467F7"/>
    <w:rsid w:val="00547572"/>
    <w:rsid w:val="00662657"/>
    <w:rsid w:val="006C6546"/>
    <w:rsid w:val="0070498C"/>
    <w:rsid w:val="0072628E"/>
    <w:rsid w:val="00753205"/>
    <w:rsid w:val="007574B9"/>
    <w:rsid w:val="00773F26"/>
    <w:rsid w:val="00846723"/>
    <w:rsid w:val="00847575"/>
    <w:rsid w:val="0094386E"/>
    <w:rsid w:val="009B3115"/>
    <w:rsid w:val="009C55AC"/>
    <w:rsid w:val="00A2108D"/>
    <w:rsid w:val="00A44590"/>
    <w:rsid w:val="00A529EC"/>
    <w:rsid w:val="00B561B6"/>
    <w:rsid w:val="00C2186F"/>
    <w:rsid w:val="00C63975"/>
    <w:rsid w:val="00C72B2C"/>
    <w:rsid w:val="00D0679D"/>
    <w:rsid w:val="00D91732"/>
    <w:rsid w:val="00D9677A"/>
    <w:rsid w:val="00DC3D60"/>
    <w:rsid w:val="00E64D03"/>
    <w:rsid w:val="00EC1619"/>
    <w:rsid w:val="00F249C4"/>
    <w:rsid w:val="00F5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2DCB"/>
    <w:rPr>
      <w:color w:val="0000FF"/>
      <w:u w:val="single"/>
    </w:rPr>
  </w:style>
  <w:style w:type="paragraph" w:styleId="2">
    <w:name w:val="Body Text Indent 2"/>
    <w:basedOn w:val="a"/>
    <w:next w:val="a"/>
    <w:link w:val="2Char"/>
    <w:rsid w:val="00547572"/>
    <w:pPr>
      <w:widowControl/>
      <w:ind w:firstLine="604"/>
    </w:pPr>
    <w:rPr>
      <w:rFonts w:ascii="仿宋_GB2312" w:eastAsia="仿宋_GB2312"/>
      <w:color w:val="000000"/>
      <w:sz w:val="32"/>
      <w:szCs w:val="20"/>
    </w:rPr>
  </w:style>
  <w:style w:type="character" w:customStyle="1" w:styleId="2Char">
    <w:name w:val="正文文本缩进 2 Char"/>
    <w:link w:val="2"/>
    <w:rsid w:val="00547572"/>
    <w:rPr>
      <w:rFonts w:ascii="仿宋_GB2312" w:eastAsia="仿宋_GB2312"/>
      <w:color w:val="000000"/>
      <w:kern w:val="2"/>
      <w:sz w:val="32"/>
    </w:rPr>
  </w:style>
  <w:style w:type="paragraph" w:styleId="a4">
    <w:name w:val="header"/>
    <w:basedOn w:val="a"/>
    <w:link w:val="Char"/>
    <w:rsid w:val="001B0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1B021B"/>
    <w:rPr>
      <w:kern w:val="2"/>
      <w:sz w:val="18"/>
      <w:szCs w:val="18"/>
    </w:rPr>
  </w:style>
  <w:style w:type="paragraph" w:styleId="a5">
    <w:name w:val="footer"/>
    <w:basedOn w:val="a"/>
    <w:link w:val="Char0"/>
    <w:rsid w:val="001B0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1B021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2DCB"/>
    <w:rPr>
      <w:color w:val="0000FF"/>
      <w:u w:val="single"/>
    </w:rPr>
  </w:style>
  <w:style w:type="paragraph" w:styleId="2">
    <w:name w:val="Body Text Indent 2"/>
    <w:basedOn w:val="a"/>
    <w:next w:val="a"/>
    <w:link w:val="2Char"/>
    <w:rsid w:val="00547572"/>
    <w:pPr>
      <w:widowControl/>
      <w:ind w:firstLine="604"/>
    </w:pPr>
    <w:rPr>
      <w:rFonts w:ascii="仿宋_GB2312" w:eastAsia="仿宋_GB2312"/>
      <w:color w:val="000000"/>
      <w:sz w:val="32"/>
      <w:szCs w:val="20"/>
    </w:rPr>
  </w:style>
  <w:style w:type="character" w:customStyle="1" w:styleId="2Char">
    <w:name w:val="正文文本缩进 2 Char"/>
    <w:link w:val="2"/>
    <w:rsid w:val="00547572"/>
    <w:rPr>
      <w:rFonts w:ascii="仿宋_GB2312" w:eastAsia="仿宋_GB2312"/>
      <w:color w:val="000000"/>
      <w:kern w:val="2"/>
      <w:sz w:val="32"/>
    </w:rPr>
  </w:style>
  <w:style w:type="paragraph" w:styleId="a4">
    <w:name w:val="header"/>
    <w:basedOn w:val="a"/>
    <w:link w:val="Char"/>
    <w:rsid w:val="001B0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1B021B"/>
    <w:rPr>
      <w:kern w:val="2"/>
      <w:sz w:val="18"/>
      <w:szCs w:val="18"/>
    </w:rPr>
  </w:style>
  <w:style w:type="paragraph" w:styleId="a5">
    <w:name w:val="footer"/>
    <w:basedOn w:val="a"/>
    <w:link w:val="Char0"/>
    <w:rsid w:val="001B0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1B02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3454;&#39564;&#23460;&#19982;&#35774;&#22791;&#31649;&#29702;&#20013;&#24515;\2014&#24180;\201412\&#20851;&#20110;&#20844;&#24067;2013-2014&#24180;&#23454;&#39564;&#23460;&#24320;&#25918;&#22522;&#37329;&#39033;&#30446;&#32467;&#39064;&#39564;&#25910;&#35780;&#23457;&#32467;&#26524;&#30340;&#36890;&#30693;\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48</Words>
  <Characters>274</Characters>
  <Application>Microsoft Office Word</Application>
  <DocSecurity>8</DocSecurity>
  <PresentationFormat/>
  <Lines>2</Lines>
  <Paragraphs>1</Paragraphs>
  <Slides>0</Slides>
  <Notes>0</Notes>
  <HiddenSlides>0</HiddenSlides>
  <MMClips>0</MMClips>
  <ScaleCrop>false</ScaleCrop>
  <Company>WwW.YlmF.CoM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吉首大学实验室与设备管理中心</dc:title>
  <dc:creator>雨林木风</dc:creator>
  <cp:lastModifiedBy>cb</cp:lastModifiedBy>
  <cp:revision>5</cp:revision>
  <cp:lastPrinted>1900-12-31T16:00:00Z</cp:lastPrinted>
  <dcterms:created xsi:type="dcterms:W3CDTF">2014-12-01T01:28:00Z</dcterms:created>
  <dcterms:modified xsi:type="dcterms:W3CDTF">2014-12-01T01:30:00Z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